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A90EC">
      <w:pPr>
        <w:jc w:val="center"/>
        <w:rPr>
          <w:rFonts w:ascii="Times New Roman" w:hAnsi="Times New Roman"/>
          <w:b/>
          <w:color w:val="000000"/>
          <w:sz w:val="44"/>
          <w:szCs w:val="44"/>
        </w:rPr>
      </w:pPr>
      <w:r>
        <w:rPr>
          <w:rFonts w:hint="eastAsia" w:ascii="Times New Roman" w:hAnsi="Times New Roman"/>
          <w:b/>
          <w:color w:val="000000"/>
          <w:sz w:val="44"/>
          <w:szCs w:val="44"/>
        </w:rPr>
        <w:t>华南农业大学联合培养研究生基地申请表</w:t>
      </w:r>
    </w:p>
    <w:p w14:paraId="0D0A8DA2">
      <w:pPr>
        <w:rPr>
          <w:rFonts w:ascii="Times New Roman" w:hAnsi="Times New Roman"/>
          <w:color w:val="000000"/>
        </w:rPr>
      </w:pPr>
    </w:p>
    <w:tbl>
      <w:tblPr>
        <w:tblStyle w:val="4"/>
        <w:tblW w:w="8505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98"/>
        <w:gridCol w:w="637"/>
        <w:gridCol w:w="324"/>
        <w:gridCol w:w="1559"/>
        <w:gridCol w:w="255"/>
        <w:gridCol w:w="1087"/>
        <w:gridCol w:w="825"/>
        <w:gridCol w:w="385"/>
        <w:gridCol w:w="2126"/>
      </w:tblGrid>
      <w:tr w14:paraId="20AA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4"/>
            <w:vAlign w:val="center"/>
          </w:tcPr>
          <w:p w14:paraId="5F58081A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基地名称</w:t>
            </w:r>
          </w:p>
        </w:tc>
        <w:tc>
          <w:tcPr>
            <w:tcW w:w="1559" w:type="dxa"/>
            <w:vAlign w:val="center"/>
          </w:tcPr>
          <w:p w14:paraId="296BBFC5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54CD292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合作单位名称</w:t>
            </w:r>
          </w:p>
        </w:tc>
        <w:tc>
          <w:tcPr>
            <w:tcW w:w="2126" w:type="dxa"/>
            <w:vAlign w:val="center"/>
          </w:tcPr>
          <w:p w14:paraId="62FA9DF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3D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4"/>
            <w:vAlign w:val="center"/>
          </w:tcPr>
          <w:p w14:paraId="7331B8E6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校方负责人姓名</w:t>
            </w:r>
          </w:p>
        </w:tc>
        <w:tc>
          <w:tcPr>
            <w:tcW w:w="1559" w:type="dxa"/>
            <w:vAlign w:val="center"/>
          </w:tcPr>
          <w:p w14:paraId="6BC0D021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vAlign w:val="center"/>
          </w:tcPr>
          <w:p w14:paraId="3C22D68A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合作方负责人姓名</w:t>
            </w:r>
          </w:p>
        </w:tc>
        <w:tc>
          <w:tcPr>
            <w:tcW w:w="2126" w:type="dxa"/>
            <w:vAlign w:val="center"/>
          </w:tcPr>
          <w:p w14:paraId="769AF833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672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4"/>
            <w:tcBorders>
              <w:bottom w:val="single" w:color="auto" w:sz="4" w:space="0"/>
            </w:tcBorders>
            <w:vAlign w:val="center"/>
          </w:tcPr>
          <w:p w14:paraId="5029F29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校方负责人电话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98AC6F0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bottom w:val="single" w:color="auto" w:sz="4" w:space="0"/>
            </w:tcBorders>
            <w:vAlign w:val="center"/>
          </w:tcPr>
          <w:p w14:paraId="7A4A47F1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合作方负责人电话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 w14:paraId="33A04D46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AB7B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BCC3EA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合作方年营业额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33D80F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8A422E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合作方年研发经费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9F2F4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FCAA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82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B1A6A5">
            <w:pPr>
              <w:adjustRightInd w:val="0"/>
              <w:snapToGrid w:val="0"/>
              <w:ind w:firstLine="360" w:firstLineChars="15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合作方主要科研平台</w:t>
            </w:r>
          </w:p>
        </w:tc>
        <w:tc>
          <w:tcPr>
            <w:tcW w:w="467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E2D0AD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634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3827" w:type="dxa"/>
            <w:gridSpan w:val="5"/>
            <w:tcBorders>
              <w:top w:val="single" w:color="auto" w:sz="4" w:space="0"/>
            </w:tcBorders>
            <w:vAlign w:val="center"/>
          </w:tcPr>
          <w:p w14:paraId="77BE74DF">
            <w:pPr>
              <w:adjustRightInd w:val="0"/>
              <w:snapToGrid w:val="0"/>
              <w:ind w:lef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合作方参与联合培养</w:t>
            </w:r>
          </w:p>
          <w:p w14:paraId="53B7F13B">
            <w:pPr>
              <w:adjustRightInd w:val="0"/>
              <w:snapToGrid w:val="0"/>
              <w:ind w:lef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的课题项目</w:t>
            </w:r>
          </w:p>
        </w:tc>
        <w:tc>
          <w:tcPr>
            <w:tcW w:w="4678" w:type="dxa"/>
            <w:gridSpan w:val="5"/>
            <w:tcBorders>
              <w:top w:val="single" w:color="auto" w:sz="4" w:space="0"/>
            </w:tcBorders>
            <w:vAlign w:val="center"/>
          </w:tcPr>
          <w:p w14:paraId="39D63FF2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CF8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9" w:type="dxa"/>
            <w:vAlign w:val="center"/>
          </w:tcPr>
          <w:p w14:paraId="05E7D96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合作单位简介</w:t>
            </w:r>
          </w:p>
        </w:tc>
        <w:tc>
          <w:tcPr>
            <w:tcW w:w="7796" w:type="dxa"/>
            <w:gridSpan w:val="9"/>
            <w:vAlign w:val="top"/>
          </w:tcPr>
          <w:p w14:paraId="7E56037C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【注：注意体现合作单位在联合培养研究生方面的优势、特色、条件等】</w:t>
            </w:r>
          </w:p>
          <w:p w14:paraId="34C4F21E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8C332A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5639562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D7FF4D4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C1F3939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E8CE282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9AAB3A2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C06D8F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1057567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3C583AC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C72097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C99CC16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F42F4B0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544CC5ED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14444E1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5D6E21D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BFF575E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170A540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BD6A4D4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D5A2FF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2129116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E84F911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59D4358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8D01FA5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7AE6D29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1F92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</w:trPr>
        <w:tc>
          <w:tcPr>
            <w:tcW w:w="709" w:type="dxa"/>
            <w:vAlign w:val="center"/>
          </w:tcPr>
          <w:p w14:paraId="7F1B5EF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合作基础</w:t>
            </w:r>
          </w:p>
        </w:tc>
        <w:tc>
          <w:tcPr>
            <w:tcW w:w="7796" w:type="dxa"/>
            <w:gridSpan w:val="9"/>
            <w:vAlign w:val="top"/>
          </w:tcPr>
          <w:p w14:paraId="30F845B9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【注：填写双方之前在科研创新、人才培养等方面的合作情况】</w:t>
            </w:r>
          </w:p>
          <w:p w14:paraId="3A59A62C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943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atLeast"/>
        </w:trPr>
        <w:tc>
          <w:tcPr>
            <w:tcW w:w="709" w:type="dxa"/>
            <w:vAlign w:val="center"/>
          </w:tcPr>
          <w:p w14:paraId="486199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合作计划</w:t>
            </w:r>
          </w:p>
        </w:tc>
        <w:tc>
          <w:tcPr>
            <w:tcW w:w="7796" w:type="dxa"/>
            <w:gridSpan w:val="9"/>
            <w:vAlign w:val="top"/>
          </w:tcPr>
          <w:p w14:paraId="0E7FAF81">
            <w:pPr>
              <w:adjustRightInd w:val="0"/>
              <w:snapToGrid w:val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【注：双方将来的合作计划，重点讲述与基地建设相关的计划】</w:t>
            </w:r>
          </w:p>
          <w:p w14:paraId="554ABFB7">
            <w:pPr>
              <w:adjustRightInd w:val="0"/>
              <w:snapToGrid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0E45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695B86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已聘</w:t>
            </w:r>
          </w:p>
          <w:p w14:paraId="407C1F3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导师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4B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42A6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导师类型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755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所在单位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E687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导师姓名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8177F">
            <w:pPr>
              <w:bidi w:val="0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职称/职务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FDDEB">
            <w:pPr>
              <w:bidi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从事专业</w:t>
            </w:r>
          </w:p>
        </w:tc>
      </w:tr>
      <w:tr w14:paraId="6A46B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B3E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1378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E3BE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校内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2CD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华南农业大学XX学院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4A4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3A97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E0B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6E33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C769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0013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1AA6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0F92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F210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EA0A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1CB5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2D0B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BE9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6FA0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7B04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6DD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9A6B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1D0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EAF6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65DC8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8AFA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31C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16D1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AD6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858B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925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A8AD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5A811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686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FE47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E1E8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校外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F5E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XX公司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555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7A2F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DFA3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058C5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4726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609B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044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A0F1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77E7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18E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E0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2C358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2AD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B57A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66C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20F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E003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3B0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4B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39F8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B281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学院意见</w:t>
            </w:r>
          </w:p>
        </w:tc>
        <w:tc>
          <w:tcPr>
            <w:tcW w:w="77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C0D5C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                      </w:t>
            </w:r>
          </w:p>
          <w:p w14:paraId="2E84A7E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       </w:t>
            </w:r>
          </w:p>
          <w:p w14:paraId="78E3CFF9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4D40A6BF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单位负责人签名：                     单位公章</w:t>
            </w:r>
          </w:p>
          <w:p w14:paraId="04E25627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                             年  月  日           </w:t>
            </w:r>
          </w:p>
        </w:tc>
      </w:tr>
      <w:tr w14:paraId="6AFF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AAC1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合作单位意见</w:t>
            </w:r>
          </w:p>
        </w:tc>
        <w:tc>
          <w:tcPr>
            <w:tcW w:w="77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D701A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                             </w:t>
            </w:r>
          </w:p>
          <w:p w14:paraId="3A567574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268D735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F62414D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0F6DB9F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7A7EA1C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75D6DD7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单位负责人签名：                     单位公章</w:t>
            </w:r>
          </w:p>
          <w:p w14:paraId="6AB6A95B"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                                   年  月  日</w:t>
            </w:r>
          </w:p>
        </w:tc>
      </w:tr>
    </w:tbl>
    <w:p w14:paraId="02991B5F"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注：学院与合作单位签字盖章后扫描成PDF电子版，上传至OA。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NzRmYjY0OGUxZTZhMjZhMzhkM2UzNmI0OTBiNTAyYzQifQ=="/>
  </w:docVars>
  <w:rsids>
    <w:rsidRoot w:val="00000000"/>
    <w:rsid w:val="0648365F"/>
    <w:rsid w:val="1E7D50F5"/>
    <w:rsid w:val="223D51A2"/>
    <w:rsid w:val="23A16D6A"/>
    <w:rsid w:val="2B817065"/>
    <w:rsid w:val="370B1337"/>
    <w:rsid w:val="37500AAD"/>
    <w:rsid w:val="426A7F71"/>
    <w:rsid w:val="58F72073"/>
    <w:rsid w:val="614917BC"/>
    <w:rsid w:val="6ABE4DD5"/>
    <w:rsid w:val="7A6A11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Arial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313</Words>
  <Characters>318</Characters>
  <Lines>92</Lines>
  <Paragraphs>22</Paragraphs>
  <TotalTime>10</TotalTime>
  <ScaleCrop>false</ScaleCrop>
  <LinksUpToDate>false</LinksUpToDate>
  <CharactersWithSpaces>551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2018-12-11T00:22:00Z</dcterms:created>
  <dc:creator>陈翱</dc:creator>
  <cp:lastModifiedBy>陈华全</cp:lastModifiedBy>
  <cp:lastPrinted>2020-09-28T03:47:00Z</cp:lastPrinted>
  <dcterms:modified xsi:type="dcterms:W3CDTF">2024-10-24T08:42:36Z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724435C9D6404F19841D20A4AB3CADB5_12</vt:lpwstr>
  </property>
</Properties>
</file>